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661476" w14:textId="234F5D06" w:rsidR="00E13A56" w:rsidRDefault="000447D4" w:rsidP="00231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jc w:val="center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CAPs Summary </w:t>
      </w:r>
      <w:r w:rsidR="00950B27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and Sighting </w:t>
      </w:r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Table Notes and Definitions</w:t>
      </w:r>
    </w:p>
    <w:p w14:paraId="21EB8C44" w14:textId="6CA2E6AC" w:rsidR="00A61117" w:rsidRPr="00E13A56" w:rsidRDefault="006B515E" w:rsidP="00231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jc w:val="center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Version 7</w:t>
      </w:r>
    </w:p>
    <w:p w14:paraId="062BB63B" w14:textId="36B06E45" w:rsidR="00E13A56" w:rsidRDefault="00E13A56" w:rsidP="00E13A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</w:p>
    <w:p w14:paraId="298324A9" w14:textId="10251D13" w:rsidR="00950B27" w:rsidRDefault="00950B27" w:rsidP="00E13A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eastAsia="Times New Roman" w:cs="Courier New"/>
          <w:color w:val="000000"/>
          <w:sz w:val="20"/>
          <w:szCs w:val="20"/>
          <w:u w:val="single"/>
          <w:bdr w:val="none" w:sz="0" w:space="0" w:color="auto" w:frame="1"/>
        </w:rPr>
      </w:pPr>
      <w:r>
        <w:rPr>
          <w:rFonts w:eastAsia="Times New Roman" w:cs="Courier New"/>
          <w:color w:val="000000"/>
          <w:sz w:val="20"/>
          <w:szCs w:val="20"/>
          <w:u w:val="single"/>
          <w:bdr w:val="none" w:sz="0" w:space="0" w:color="auto" w:frame="1"/>
        </w:rPr>
        <w:t xml:space="preserve">CAPs </w:t>
      </w:r>
      <w:r w:rsidRPr="00950B27">
        <w:rPr>
          <w:rFonts w:eastAsia="Times New Roman" w:cs="Courier New"/>
          <w:color w:val="000000"/>
          <w:sz w:val="20"/>
          <w:szCs w:val="20"/>
          <w:u w:val="single"/>
          <w:bdr w:val="none" w:sz="0" w:space="0" w:color="auto" w:frame="1"/>
        </w:rPr>
        <w:t>Summary Table</w:t>
      </w:r>
    </w:p>
    <w:p w14:paraId="2E930EFB" w14:textId="77777777" w:rsidR="00950B27" w:rsidRPr="00950B27" w:rsidRDefault="00950B27" w:rsidP="00E13A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eastAsia="Times New Roman" w:cs="Courier New"/>
          <w:color w:val="000000"/>
          <w:sz w:val="20"/>
          <w:szCs w:val="20"/>
          <w:u w:val="single"/>
          <w:bdr w:val="none" w:sz="0" w:space="0" w:color="auto" w:frame="1"/>
        </w:rPr>
      </w:pPr>
    </w:p>
    <w:p w14:paraId="55FAB439" w14:textId="77777777" w:rsidR="00E13A56" w:rsidRPr="00E13A56" w:rsidRDefault="00E13A56" w:rsidP="00E13A56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Only large whale species are used to compute the CAPs statistics.  The species and associated species codes are:</w:t>
      </w:r>
    </w:p>
    <w:p w14:paraId="0DE0D0CB" w14:textId="77777777" w:rsidR="00E13A56" w:rsidRPr="00E13A56" w:rsidRDefault="00E13A56" w:rsidP="00E13A56">
      <w:pPr>
        <w:pStyle w:val="ListParagraph"/>
        <w:numPr>
          <w:ilvl w:val="1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Ba = </w:t>
      </w:r>
      <w:proofErr w:type="spellStart"/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minke</w:t>
      </w:r>
      <w:proofErr w:type="spellEnd"/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whale</w:t>
      </w:r>
    </w:p>
    <w:p w14:paraId="04B6A64F" w14:textId="77777777" w:rsidR="00E13A56" w:rsidRPr="00E13A56" w:rsidRDefault="00E13A56" w:rsidP="00E13A56">
      <w:pPr>
        <w:pStyle w:val="ListParagraph"/>
        <w:numPr>
          <w:ilvl w:val="1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  <w:proofErr w:type="spellStart"/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Bm</w:t>
      </w:r>
      <w:proofErr w:type="spellEnd"/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= bowhead whale</w:t>
      </w:r>
    </w:p>
    <w:p w14:paraId="6E16DEC4" w14:textId="77777777" w:rsidR="00E13A56" w:rsidRPr="00E13A56" w:rsidRDefault="00E13A56" w:rsidP="00E13A56">
      <w:pPr>
        <w:pStyle w:val="ListParagraph"/>
        <w:numPr>
          <w:ilvl w:val="1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  <w:proofErr w:type="spellStart"/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Bp</w:t>
      </w:r>
      <w:proofErr w:type="spellEnd"/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= fin whale</w:t>
      </w:r>
    </w:p>
    <w:p w14:paraId="7E6CFCA3" w14:textId="77777777" w:rsidR="00E13A56" w:rsidRPr="00E13A56" w:rsidRDefault="00E13A56" w:rsidP="00E13A56">
      <w:pPr>
        <w:pStyle w:val="ListParagraph"/>
        <w:numPr>
          <w:ilvl w:val="1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  <w:proofErr w:type="spellStart"/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Er</w:t>
      </w:r>
      <w:proofErr w:type="spellEnd"/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= gray whale</w:t>
      </w:r>
    </w:p>
    <w:p w14:paraId="3624E7BC" w14:textId="77777777" w:rsidR="00E13A56" w:rsidRDefault="00E13A56" w:rsidP="00E13A56">
      <w:pPr>
        <w:pStyle w:val="ListParagraph"/>
        <w:numPr>
          <w:ilvl w:val="1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  <w:proofErr w:type="spellStart"/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Mn</w:t>
      </w:r>
      <w:proofErr w:type="spellEnd"/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= humpback whale</w:t>
      </w:r>
    </w:p>
    <w:p w14:paraId="40DAEE24" w14:textId="77777777" w:rsidR="00E13A56" w:rsidRPr="00E13A56" w:rsidRDefault="00E13A56" w:rsidP="00E13A56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1440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</w:p>
    <w:p w14:paraId="29EEA290" w14:textId="264C3CCC" w:rsidR="00E13A56" w:rsidRDefault="00356137" w:rsidP="00E13A56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The current code summarizes data collected during CAPs passing (</w:t>
      </w:r>
      <w:proofErr w:type="spellStart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FltType</w:t>
      </w:r>
      <w:proofErr w:type="spellEnd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7) and CAPs circling (</w:t>
      </w:r>
      <w:proofErr w:type="spellStart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FltType</w:t>
      </w:r>
      <w:proofErr w:type="spellEnd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9).  </w:t>
      </w:r>
      <w:r w:rsidR="00E13A56"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The current code does not know how to work with CAPs strip data (</w:t>
      </w:r>
      <w:proofErr w:type="spellStart"/>
      <w:r w:rsidR="00E13A56"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FltType</w:t>
      </w:r>
      <w:proofErr w:type="spellEnd"/>
      <w:r w:rsidR="00E13A56"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11), but this c</w:t>
      </w:r>
      <w:r w:rsid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an easily be added in the future</w:t>
      </w:r>
      <w:r w:rsidR="000447D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.</w:t>
      </w:r>
    </w:p>
    <w:p w14:paraId="42DF2CBA" w14:textId="77777777" w:rsidR="00E13A56" w:rsidRDefault="00E13A56" w:rsidP="00E13A56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</w:p>
    <w:p w14:paraId="06C3C12D" w14:textId="77777777" w:rsidR="00E13A56" w:rsidRDefault="00E13A56" w:rsidP="00E13A56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The summary table has one row for each CAPs session</w:t>
      </w:r>
      <w:r w:rsidR="000447D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.  A CAPs session is defined as all saved=</w:t>
      </w:r>
      <w:r w:rsidR="00FC678F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1</w:t>
      </w:r>
      <w:r w:rsidR="000447D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records in the Flight table beginning with Entry=CAPs and ending with the last record prior to </w:t>
      </w:r>
      <w:r w:rsidR="00FC678F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the first </w:t>
      </w:r>
      <w:r w:rsidR="000447D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Entry=deadhead, search, or start transect</w:t>
      </w:r>
      <w:r w:rsidR="00FC678F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later in the flight</w:t>
      </w:r>
      <w:r w:rsidR="000447D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.  There may be more than one CAPs session per flight.</w:t>
      </w:r>
    </w:p>
    <w:p w14:paraId="1ED69A84" w14:textId="77777777" w:rsidR="0068159A" w:rsidRPr="0068159A" w:rsidRDefault="0068159A" w:rsidP="0068159A">
      <w:pPr>
        <w:pStyle w:val="ListParagraph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</w:p>
    <w:p w14:paraId="29F27227" w14:textId="5874971B" w:rsidR="0068159A" w:rsidRDefault="0068159A" w:rsidP="00E13A56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For each</w:t>
      </w:r>
      <w:r w:rsidR="000447D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row</w:t>
      </w:r>
      <w:r w:rsidR="00FC678F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</w:t>
      </w:r>
      <w:r w:rsidR="00356137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of the CAPs summary table </w:t>
      </w:r>
      <w:r w:rsidR="00FC678F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(i.e., each CAPs session)</w:t>
      </w:r>
      <w:r w:rsidR="000447D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, the sum of the </w:t>
      </w:r>
      <w:proofErr w:type="spellStart"/>
      <w:r w:rsidR="000447D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Xx_Circ_Prop</w:t>
      </w:r>
      <w:proofErr w:type="spellEnd"/>
      <w:r w:rsidR="000447D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</w:t>
      </w:r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should add to 1.0</w:t>
      </w:r>
    </w:p>
    <w:p w14:paraId="5511FE7C" w14:textId="77777777" w:rsidR="000447D4" w:rsidRPr="000447D4" w:rsidRDefault="000447D4" w:rsidP="000447D4">
      <w:pPr>
        <w:pStyle w:val="ListParagraph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</w:p>
    <w:p w14:paraId="2E5CBD5B" w14:textId="77777777" w:rsidR="000447D4" w:rsidRDefault="000447D4" w:rsidP="00E13A56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  <w:proofErr w:type="spellStart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Xx_Adj_calf</w:t>
      </w:r>
      <w:proofErr w:type="spellEnd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should never be smaller than </w:t>
      </w:r>
      <w:proofErr w:type="spellStart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Xx_Pass_calf</w:t>
      </w:r>
      <w:proofErr w:type="spellEnd"/>
    </w:p>
    <w:p w14:paraId="36D90B86" w14:textId="77777777" w:rsidR="000447D4" w:rsidRPr="000447D4" w:rsidRDefault="000447D4" w:rsidP="000447D4">
      <w:pPr>
        <w:pStyle w:val="ListParagraph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</w:p>
    <w:p w14:paraId="3F9BE7C0" w14:textId="77777777" w:rsidR="000447D4" w:rsidRDefault="000447D4" w:rsidP="00E13A56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  <w:proofErr w:type="spellStart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Xx_Adj_ind</w:t>
      </w:r>
      <w:proofErr w:type="spellEnd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should never be smaller than </w:t>
      </w:r>
      <w:proofErr w:type="spellStart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Xx_Pass_ind</w:t>
      </w:r>
      <w:proofErr w:type="spellEnd"/>
    </w:p>
    <w:p w14:paraId="5B1682F2" w14:textId="77777777" w:rsidR="000447D4" w:rsidRPr="000447D4" w:rsidRDefault="000447D4" w:rsidP="000447D4">
      <w:pPr>
        <w:pStyle w:val="ListParagraph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</w:p>
    <w:p w14:paraId="09AA61B9" w14:textId="77777777" w:rsidR="000447D4" w:rsidRDefault="000447D4" w:rsidP="00E13A56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  <w:proofErr w:type="spellStart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Xx_Adj_n</w:t>
      </w:r>
      <w:proofErr w:type="spellEnd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should never be smaller than </w:t>
      </w:r>
      <w:proofErr w:type="spellStart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Xx_Pass_n</w:t>
      </w:r>
      <w:proofErr w:type="spellEnd"/>
    </w:p>
    <w:p w14:paraId="6873A795" w14:textId="77777777" w:rsidR="00E13A56" w:rsidRPr="00E13A56" w:rsidRDefault="00E13A56" w:rsidP="00E13A56">
      <w:pPr>
        <w:pStyle w:val="ListParagraph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</w:p>
    <w:p w14:paraId="37F0F3DE" w14:textId="263AE04B" w:rsidR="00E13A56" w:rsidRDefault="00E13A56" w:rsidP="00E13A56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Variable definitions</w:t>
      </w:r>
      <w:r w:rsidR="00356137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: The variables defined below use “Xx” as a substitute for the 2-letter species code, “n” = number of sightings, “</w:t>
      </w:r>
      <w:proofErr w:type="spellStart"/>
      <w:r w:rsidR="00356137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ind</w:t>
      </w:r>
      <w:proofErr w:type="spellEnd"/>
      <w:r w:rsidR="00356137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” = number of individual whales, “</w:t>
      </w:r>
      <w:proofErr w:type="spellStart"/>
      <w:r w:rsidR="00356137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Circ</w:t>
      </w:r>
      <w:proofErr w:type="spellEnd"/>
      <w:r w:rsidR="00356137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” = CAPs circling, “Pass” = CAPs passing, “Add” = additional, and “</w:t>
      </w:r>
      <w:proofErr w:type="spellStart"/>
      <w:r w:rsidR="00356137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Adj</w:t>
      </w:r>
      <w:proofErr w:type="spellEnd"/>
      <w:r w:rsidR="00356137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” = adjusted.</w:t>
      </w:r>
    </w:p>
    <w:p w14:paraId="31C86557" w14:textId="77777777" w:rsidR="00E13A56" w:rsidRPr="00E13A56" w:rsidRDefault="00E13A56" w:rsidP="00E13A56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</w:p>
    <w:p w14:paraId="6FE47E57" w14:textId="77777777" w:rsidR="00E13A56" w:rsidRPr="00E13A56" w:rsidRDefault="00E13A56" w:rsidP="00E13A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5" w:lineRule="atLeast"/>
        <w:ind w:left="916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  <w:proofErr w:type="spellStart"/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FltNo</w:t>
      </w:r>
      <w:proofErr w:type="spellEnd"/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: Flight Number</w:t>
      </w:r>
    </w:p>
    <w:p w14:paraId="2BCFB13D" w14:textId="77777777" w:rsidR="00E13A56" w:rsidRPr="00E13A56" w:rsidRDefault="00E13A56" w:rsidP="00E13A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5" w:lineRule="atLeast"/>
        <w:ind w:left="916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  <w:proofErr w:type="spellStart"/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StartDateTime</w:t>
      </w:r>
      <w:proofErr w:type="spellEnd"/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: Date and time o</w:t>
      </w:r>
      <w:r w:rsidR="000447D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f the CAPs entry initiating the</w:t>
      </w:r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CAPs session</w:t>
      </w:r>
    </w:p>
    <w:p w14:paraId="59CF3EB6" w14:textId="77777777" w:rsidR="00E13A56" w:rsidRPr="00E13A56" w:rsidRDefault="00E13A56" w:rsidP="00E13A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5" w:lineRule="atLeast"/>
        <w:ind w:left="916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  <w:proofErr w:type="spellStart"/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StartEventNo</w:t>
      </w:r>
      <w:proofErr w:type="spellEnd"/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: Event number corresponding t</w:t>
      </w:r>
      <w:r w:rsidR="000447D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o the CAPs entry initiating the</w:t>
      </w:r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CAPs session</w:t>
      </w:r>
    </w:p>
    <w:p w14:paraId="7EA5A5E1" w14:textId="7AC7BCA9" w:rsidR="00E13A56" w:rsidRPr="00E13A56" w:rsidRDefault="00E13A56" w:rsidP="00E13A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5" w:lineRule="atLeast"/>
        <w:ind w:left="916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  <w:proofErr w:type="spellStart"/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n_WhaleSp</w:t>
      </w:r>
      <w:proofErr w:type="spellEnd"/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: Numbe</w:t>
      </w:r>
      <w:r w:rsidR="000447D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r of large whale species in the</w:t>
      </w:r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CAPs session.  Any large whale </w:t>
      </w:r>
      <w:r w:rsidR="00356137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identified to species </w:t>
      </w:r>
      <w:proofErr w:type="spellStart"/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species</w:t>
      </w:r>
      <w:proofErr w:type="spellEnd"/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</w:t>
      </w:r>
      <w:r w:rsidR="00356137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that was </w:t>
      </w:r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recorded during </w:t>
      </w:r>
      <w:proofErr w:type="spellStart"/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FltType</w:t>
      </w:r>
      <w:proofErr w:type="spellEnd"/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7 or 9</w:t>
      </w:r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</w:t>
      </w:r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is counted.</w:t>
      </w:r>
      <w:r w:rsidR="00356137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 This excludes Species = unidentified cetacean.</w:t>
      </w:r>
    </w:p>
    <w:p w14:paraId="33D999CE" w14:textId="03EDCB5B" w:rsidR="00E13A56" w:rsidRDefault="00E13A56" w:rsidP="00E13A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5" w:lineRule="atLeast"/>
        <w:ind w:left="916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  <w:proofErr w:type="spellStart"/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Pass_n_unid</w:t>
      </w:r>
      <w:proofErr w:type="spellEnd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: Number o</w:t>
      </w:r>
      <w:r w:rsidR="00890F03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f unidentified cetacean</w:t>
      </w:r>
      <w:r w:rsidR="0025533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</w:t>
      </w:r>
      <w:r w:rsidR="00255334" w:rsidRPr="00A61117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sightings</w:t>
      </w:r>
      <w:r w:rsidRPr="00356137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</w:t>
      </w:r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during CAPs passing </w:t>
      </w:r>
    </w:p>
    <w:p w14:paraId="3DEE516C" w14:textId="159AE315" w:rsidR="0008482A" w:rsidRDefault="0008482A" w:rsidP="00E13A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5" w:lineRule="atLeast"/>
        <w:ind w:left="916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  <w:proofErr w:type="spellStart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Xx_Circ_n</w:t>
      </w:r>
      <w:proofErr w:type="spellEnd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: Number of </w:t>
      </w:r>
      <w:r w:rsidRPr="00356137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sightings</w:t>
      </w:r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of species Xx </w:t>
      </w:r>
      <w:r w:rsidR="00356137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sighted </w:t>
      </w:r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during </w:t>
      </w:r>
      <w:r w:rsidR="00356137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CAPs </w:t>
      </w:r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circling</w:t>
      </w:r>
    </w:p>
    <w:p w14:paraId="1C53D809" w14:textId="23E478BD" w:rsidR="00356137" w:rsidRPr="00E13A56" w:rsidRDefault="00356137" w:rsidP="00E13A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5" w:lineRule="atLeast"/>
        <w:ind w:left="916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  <w:proofErr w:type="spellStart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</w:t>
      </w:r>
      <w:r w:rsidR="00A61117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x_Circ_ind</w:t>
      </w:r>
      <w:proofErr w:type="spellEnd"/>
      <w:r w:rsidR="00A61117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: Number of whale</w:t>
      </w:r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s of species Xx sighted during CAPs circling</w:t>
      </w:r>
    </w:p>
    <w:p w14:paraId="7AB6710D" w14:textId="43A551E7" w:rsidR="00E13A56" w:rsidRPr="00E13A56" w:rsidRDefault="00E13A56" w:rsidP="00E13A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5" w:lineRule="atLeast"/>
        <w:ind w:left="916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  <w:proofErr w:type="spellStart"/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Xx_Circ_</w:t>
      </w:r>
      <w:r w:rsidR="000447D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Prop</w:t>
      </w:r>
      <w:proofErr w:type="spellEnd"/>
      <w:r w:rsidR="000447D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: Proportion</w:t>
      </w:r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of </w:t>
      </w:r>
      <w:r w:rsidRPr="00A61117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sightings</w:t>
      </w:r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of species Xx during CAPs circling</w:t>
      </w:r>
      <w:r w:rsidR="0025533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= (</w:t>
      </w:r>
      <w:proofErr w:type="spellStart"/>
      <w:r w:rsidR="0008482A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Xx_Circ_n</w:t>
      </w:r>
      <w:proofErr w:type="spellEnd"/>
      <w:r w:rsidR="0025533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)</w:t>
      </w:r>
      <w:proofErr w:type="gramStart"/>
      <w:r w:rsidR="0025533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/(</w:t>
      </w:r>
      <w:proofErr w:type="gramEnd"/>
      <w:r w:rsidR="0025533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total # sightings of all large whale</w:t>
      </w:r>
      <w:r w:rsidR="00356137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s</w:t>
      </w:r>
      <w:r w:rsidR="0025533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</w:t>
      </w:r>
      <w:r w:rsidR="00356137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identified to </w:t>
      </w:r>
      <w:r w:rsidR="0025533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species during circling)</w:t>
      </w:r>
      <w:r w:rsidR="00356137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.  The denominator of this variable excludes unidentified cetaceans.</w:t>
      </w:r>
    </w:p>
    <w:p w14:paraId="441BF13D" w14:textId="7A7C566C" w:rsidR="00E13A56" w:rsidRDefault="00E13A56" w:rsidP="00E13A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5" w:lineRule="atLeast"/>
        <w:ind w:left="916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  <w:proofErr w:type="spellStart"/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Xx_Circ_avggrp</w:t>
      </w:r>
      <w:proofErr w:type="spellEnd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: Aver</w:t>
      </w:r>
      <w:r w:rsidR="0025533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a</w:t>
      </w:r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ge group size (</w:t>
      </w:r>
      <w:proofErr w:type="spellStart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FinalGrp</w:t>
      </w:r>
      <w:proofErr w:type="spellEnd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) of species Xx during CAPs circling</w:t>
      </w:r>
      <w:r w:rsidR="0025533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= (</w:t>
      </w:r>
      <w:proofErr w:type="spellStart"/>
      <w:r w:rsidR="00356137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Xx_Circ_ind</w:t>
      </w:r>
      <w:proofErr w:type="spellEnd"/>
      <w:r w:rsidR="0025533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)</w:t>
      </w:r>
      <w:proofErr w:type="gramStart"/>
      <w:r w:rsidR="0025533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/(</w:t>
      </w:r>
      <w:proofErr w:type="spellStart"/>
      <w:proofErr w:type="gramEnd"/>
      <w:r w:rsidR="0008482A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Xx_Circ_n</w:t>
      </w:r>
      <w:proofErr w:type="spellEnd"/>
      <w:r w:rsidR="0025533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)</w:t>
      </w:r>
    </w:p>
    <w:p w14:paraId="38052FA5" w14:textId="6C90F1ED" w:rsidR="00356137" w:rsidRPr="00E13A56" w:rsidRDefault="00356137" w:rsidP="00E13A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5" w:lineRule="atLeast"/>
        <w:ind w:left="916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  <w:proofErr w:type="spellStart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Xx_Circ_calf</w:t>
      </w:r>
      <w:proofErr w:type="spellEnd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: Total number of calves of species Xx sighted during CAPs circling</w:t>
      </w:r>
    </w:p>
    <w:p w14:paraId="7F029230" w14:textId="75FE0F91" w:rsidR="00E13A56" w:rsidRDefault="00E13A56" w:rsidP="00E13A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5" w:lineRule="atLeast"/>
        <w:ind w:left="916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  <w:proofErr w:type="spellStart"/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Xx_Circ_avgcalf</w:t>
      </w:r>
      <w:proofErr w:type="spellEnd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: Average number of calves of species Xx </w:t>
      </w:r>
      <w:r w:rsidR="0025533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per sighting</w:t>
      </w:r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during CAPs circling = </w:t>
      </w:r>
      <w:r w:rsidR="0025533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(</w:t>
      </w:r>
      <w:proofErr w:type="spellStart"/>
      <w:r w:rsidR="00A61117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Xx_Circ_calf</w:t>
      </w:r>
      <w:proofErr w:type="spellEnd"/>
      <w:r w:rsidR="0025533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)</w:t>
      </w:r>
      <w:proofErr w:type="gramStart"/>
      <w:r w:rsidR="0025533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/(</w:t>
      </w:r>
      <w:proofErr w:type="spellStart"/>
      <w:proofErr w:type="gramEnd"/>
      <w:r w:rsidR="0008482A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Xx_Circ_n</w:t>
      </w:r>
      <w:proofErr w:type="spellEnd"/>
      <w:r w:rsidR="0025533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)</w:t>
      </w:r>
    </w:p>
    <w:p w14:paraId="2EA816F4" w14:textId="6F55FAC4" w:rsidR="00264C51" w:rsidRPr="00E13A56" w:rsidRDefault="00264C51" w:rsidP="00E13A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5" w:lineRule="atLeast"/>
        <w:ind w:left="916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  <w:proofErr w:type="spellStart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lastRenderedPageBreak/>
        <w:t>Xx_Circ_Prop_FeedMill</w:t>
      </w:r>
      <w:proofErr w:type="spellEnd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: </w:t>
      </w:r>
      <w:r w:rsidRPr="00264C51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Proportion of sightings of species Xx sighted during CAPs circling with behavior feed or mill</w:t>
      </w:r>
    </w:p>
    <w:p w14:paraId="20AF4442" w14:textId="0C82D849" w:rsidR="00E13A56" w:rsidRPr="00E13A56" w:rsidRDefault="00E13A56" w:rsidP="00E13A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5" w:lineRule="atLeast"/>
        <w:ind w:left="916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  <w:proofErr w:type="spellStart"/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Xx_Pass_n</w:t>
      </w:r>
      <w:proofErr w:type="spellEnd"/>
      <w:r w:rsidR="0025533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: Number of </w:t>
      </w:r>
      <w:r w:rsidR="00255334" w:rsidRPr="00A61117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sightings </w:t>
      </w:r>
      <w:r w:rsidR="0025533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identified as species Xx during </w:t>
      </w:r>
      <w:r w:rsidR="00A61117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CAPs </w:t>
      </w:r>
      <w:r w:rsidR="0025533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passing</w:t>
      </w:r>
    </w:p>
    <w:p w14:paraId="7EDA6586" w14:textId="55E50C3E" w:rsidR="00E13A56" w:rsidRPr="00E13A56" w:rsidRDefault="00E13A56" w:rsidP="00E13A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5" w:lineRule="atLeast"/>
        <w:ind w:left="916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  <w:proofErr w:type="spellStart"/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Xx_Pass_ind</w:t>
      </w:r>
      <w:proofErr w:type="spellEnd"/>
      <w:r w:rsidR="0025533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: Number of whales identified as species Xx during </w:t>
      </w:r>
      <w:r w:rsidR="00A61117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CAPs </w:t>
      </w:r>
      <w:r w:rsidR="0025533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passing</w:t>
      </w:r>
      <w:r w:rsidR="00890F03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, based on </w:t>
      </w:r>
      <w:proofErr w:type="spellStart"/>
      <w:r w:rsidR="00890F03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FinalGrp</w:t>
      </w:r>
      <w:proofErr w:type="spellEnd"/>
    </w:p>
    <w:p w14:paraId="1B75C5CF" w14:textId="06939665" w:rsidR="00E13A56" w:rsidRPr="00E13A56" w:rsidRDefault="00E13A56" w:rsidP="00E13A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5" w:lineRule="atLeast"/>
        <w:ind w:left="916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  <w:proofErr w:type="spellStart"/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Xx_Pass_avggrp</w:t>
      </w:r>
      <w:proofErr w:type="spellEnd"/>
      <w:r w:rsidR="0025533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: Average size of groups </w:t>
      </w:r>
      <w:r w:rsidR="00890F03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(</w:t>
      </w:r>
      <w:proofErr w:type="spellStart"/>
      <w:r w:rsidR="00890F03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FinalGrp</w:t>
      </w:r>
      <w:proofErr w:type="spellEnd"/>
      <w:r w:rsidR="00890F03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) </w:t>
      </w:r>
      <w:r w:rsidR="0025533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identified as species Xx during </w:t>
      </w:r>
      <w:r w:rsidR="00A61117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CAPs </w:t>
      </w:r>
      <w:r w:rsidR="0025533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passing = (</w:t>
      </w:r>
      <w:proofErr w:type="spellStart"/>
      <w:r w:rsidR="0008482A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Xx_Pass_ind</w:t>
      </w:r>
      <w:proofErr w:type="spellEnd"/>
      <w:r w:rsidR="0025533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)</w:t>
      </w:r>
      <w:proofErr w:type="gramStart"/>
      <w:r w:rsidR="0025533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/(</w:t>
      </w:r>
      <w:proofErr w:type="spellStart"/>
      <w:proofErr w:type="gramEnd"/>
      <w:r w:rsidR="009F037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Xx_Pass_n</w:t>
      </w:r>
      <w:proofErr w:type="spellEnd"/>
      <w:r w:rsidR="0025533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)</w:t>
      </w:r>
    </w:p>
    <w:p w14:paraId="1032610E" w14:textId="50821CA6" w:rsidR="00E13A56" w:rsidRDefault="00E13A56" w:rsidP="00E13A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5" w:lineRule="atLeast"/>
        <w:ind w:left="916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  <w:proofErr w:type="spellStart"/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Xx_Pass_calf</w:t>
      </w:r>
      <w:proofErr w:type="spellEnd"/>
      <w:r w:rsidR="0025533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: Total </w:t>
      </w:r>
      <w:r w:rsidR="00255334" w:rsidRPr="00A61117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number </w:t>
      </w:r>
      <w:r w:rsidR="0025533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of calves identified as species Xx during </w:t>
      </w:r>
      <w:r w:rsidR="00A61117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CAPs </w:t>
      </w:r>
      <w:r w:rsidR="0025533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passing</w:t>
      </w:r>
    </w:p>
    <w:p w14:paraId="2A91F86E" w14:textId="404F9CF5" w:rsidR="00264C51" w:rsidRDefault="00264C51" w:rsidP="00E13A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5" w:lineRule="atLeast"/>
        <w:ind w:left="916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  <w:proofErr w:type="spellStart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Xx_Pass_Prop_FeedMill</w:t>
      </w:r>
      <w:proofErr w:type="spellEnd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: </w:t>
      </w:r>
      <w:r w:rsidRPr="00264C51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Proportion of sightings of species Xx sighted during CAPs passing with behavior feed or mill</w:t>
      </w:r>
    </w:p>
    <w:p w14:paraId="77C21B2B" w14:textId="4A203E92" w:rsidR="000447D4" w:rsidRPr="00E13A56" w:rsidRDefault="000447D4" w:rsidP="000447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5" w:lineRule="atLeast"/>
        <w:ind w:left="916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  <w:proofErr w:type="spellStart"/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Xx_Add_n</w:t>
      </w:r>
      <w:proofErr w:type="spellEnd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: Additional number of </w:t>
      </w:r>
      <w:r w:rsidR="00A61117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CAPs </w:t>
      </w:r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passing sightings for species Xx, based on proportion of sightings of species Xx during </w:t>
      </w:r>
      <w:r w:rsidR="00A61117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CAPs </w:t>
      </w:r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circling and the number of </w:t>
      </w:r>
      <w:proofErr w:type="spellStart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unid</w:t>
      </w:r>
      <w:proofErr w:type="spellEnd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cetacean sightings during </w:t>
      </w:r>
      <w:r w:rsidR="00A61117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CAPs </w:t>
      </w:r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passing: </w:t>
      </w:r>
      <w:proofErr w:type="spellStart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Xx_Add_n</w:t>
      </w:r>
      <w:proofErr w:type="spellEnd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= </w:t>
      </w:r>
      <w:proofErr w:type="spellStart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Xx_Circ_Prop</w:t>
      </w:r>
      <w:proofErr w:type="spellEnd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*</w:t>
      </w:r>
      <w:proofErr w:type="spellStart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Pass_n_unid</w:t>
      </w:r>
      <w:proofErr w:type="spellEnd"/>
      <w:r w:rsidR="00276425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.  If species Xx was not sighted during circling, </w:t>
      </w:r>
      <w:proofErr w:type="spellStart"/>
      <w:r w:rsidR="00276425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Xx_Add_n</w:t>
      </w:r>
      <w:proofErr w:type="spellEnd"/>
      <w:r w:rsidR="00276425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will be zero.</w:t>
      </w:r>
    </w:p>
    <w:p w14:paraId="6C992C97" w14:textId="77777777" w:rsidR="000447D4" w:rsidRPr="00E13A56" w:rsidRDefault="000447D4" w:rsidP="000447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5" w:lineRule="atLeast"/>
        <w:ind w:left="916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  <w:proofErr w:type="spellStart"/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Xx_Add_ind</w:t>
      </w:r>
      <w:proofErr w:type="spellEnd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: Additional number of whales for species Xx: </w:t>
      </w:r>
      <w:proofErr w:type="spellStart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Xx_Add_ind</w:t>
      </w:r>
      <w:proofErr w:type="spellEnd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=</w:t>
      </w:r>
      <w:proofErr w:type="spellStart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Xx_Add_n</w:t>
      </w:r>
      <w:proofErr w:type="spellEnd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*</w:t>
      </w:r>
      <w:proofErr w:type="gramStart"/>
      <w:r w:rsidR="00276425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max(</w:t>
      </w:r>
      <w:proofErr w:type="spellStart"/>
      <w:proofErr w:type="gramEnd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Xx_Circ_avggrp</w:t>
      </w:r>
      <w:proofErr w:type="spellEnd"/>
      <w:r w:rsidR="00276425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, </w:t>
      </w:r>
      <w:proofErr w:type="spellStart"/>
      <w:r w:rsidR="00276425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Xx_Pass_avggrp</w:t>
      </w:r>
      <w:proofErr w:type="spellEnd"/>
      <w:r w:rsidR="00276425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).  In other words, </w:t>
      </w:r>
      <w:proofErr w:type="spellStart"/>
      <w:r w:rsidR="009E4E99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Xx_Add_n</w:t>
      </w:r>
      <w:proofErr w:type="spellEnd"/>
      <w:r w:rsidR="009E4E99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is multiplied by the larger of </w:t>
      </w:r>
      <w:proofErr w:type="spellStart"/>
      <w:r w:rsidR="009E4E99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Xx_Circ_avggrp</w:t>
      </w:r>
      <w:proofErr w:type="spellEnd"/>
      <w:r w:rsidR="009E4E99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or </w:t>
      </w:r>
      <w:proofErr w:type="spellStart"/>
      <w:r w:rsidR="009E4E99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Xx_Pass_avggrp</w:t>
      </w:r>
      <w:proofErr w:type="spellEnd"/>
      <w:r w:rsidR="009E4E99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.  </w:t>
      </w:r>
      <w:proofErr w:type="spellStart"/>
      <w:r w:rsidR="009E4E99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Xx_Add_ind</w:t>
      </w:r>
      <w:proofErr w:type="spellEnd"/>
      <w:r w:rsidR="009E4E99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will be zero if species </w:t>
      </w:r>
      <w:proofErr w:type="spellStart"/>
      <w:r w:rsidR="009E4E99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Xs</w:t>
      </w:r>
      <w:proofErr w:type="spellEnd"/>
      <w:r w:rsidR="009E4E99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was not sighted during circling.</w:t>
      </w:r>
    </w:p>
    <w:p w14:paraId="4B509351" w14:textId="77777777" w:rsidR="00E13A56" w:rsidRPr="00E13A56" w:rsidRDefault="00E13A56" w:rsidP="00E13A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5" w:lineRule="atLeast"/>
        <w:ind w:left="916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  <w:proofErr w:type="spellStart"/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Xx_Adj_n</w:t>
      </w:r>
      <w:proofErr w:type="spellEnd"/>
      <w:r w:rsidR="0025533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: Adjusted number of sightings of species Xx, after accounting for </w:t>
      </w:r>
      <w:proofErr w:type="spellStart"/>
      <w:r w:rsidR="0025533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unid</w:t>
      </w:r>
      <w:proofErr w:type="spellEnd"/>
      <w:r w:rsidR="0025533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cetaceans: </w:t>
      </w:r>
      <w:proofErr w:type="spellStart"/>
      <w:r w:rsidR="0025533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Xx_Adj_n</w:t>
      </w:r>
      <w:proofErr w:type="spellEnd"/>
      <w:r w:rsidR="0025533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= </w:t>
      </w:r>
      <w:proofErr w:type="spellStart"/>
      <w:r w:rsidR="0025533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Xx_Pass_n</w:t>
      </w:r>
      <w:proofErr w:type="spellEnd"/>
      <w:r w:rsidR="0025533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+ </w:t>
      </w:r>
      <w:proofErr w:type="spellStart"/>
      <w:r w:rsidR="00255334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Xx_Add_n</w:t>
      </w:r>
      <w:proofErr w:type="spellEnd"/>
      <w:r w:rsidR="009E4E99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.</w:t>
      </w:r>
    </w:p>
    <w:p w14:paraId="6D306B02" w14:textId="77777777" w:rsidR="00E13A56" w:rsidRPr="00E13A56" w:rsidRDefault="00E13A56" w:rsidP="00E13A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5" w:lineRule="atLeast"/>
        <w:ind w:left="916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  <w:proofErr w:type="spellStart"/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Xx_Adj_ind</w:t>
      </w:r>
      <w:proofErr w:type="spellEnd"/>
      <w:r w:rsidR="002F76A8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: Adjusted number of whales of species Xx: </w:t>
      </w:r>
      <w:proofErr w:type="spellStart"/>
      <w:r w:rsidR="002F76A8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Xx_Adj_ind</w:t>
      </w:r>
      <w:proofErr w:type="spellEnd"/>
      <w:r w:rsidR="002F76A8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= </w:t>
      </w:r>
      <w:proofErr w:type="spellStart"/>
      <w:r w:rsidR="009E4E99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Xx_Pass_n</w:t>
      </w:r>
      <w:proofErr w:type="spellEnd"/>
      <w:r w:rsidR="009E4E99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*</w:t>
      </w:r>
      <w:r w:rsidR="009E4E99" w:rsidRPr="009E4E99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</w:t>
      </w:r>
      <w:proofErr w:type="gramStart"/>
      <w:r w:rsidR="009E4E99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max(</w:t>
      </w:r>
      <w:proofErr w:type="spellStart"/>
      <w:proofErr w:type="gramEnd"/>
      <w:r w:rsidR="009E4E99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Xx_Circ_avggrp</w:t>
      </w:r>
      <w:proofErr w:type="spellEnd"/>
      <w:r w:rsidR="009E4E99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, </w:t>
      </w:r>
      <w:proofErr w:type="spellStart"/>
      <w:r w:rsidR="009E4E99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Xx_Pass_avggrp</w:t>
      </w:r>
      <w:proofErr w:type="spellEnd"/>
      <w:r w:rsidR="009E4E99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) </w:t>
      </w:r>
      <w:r w:rsidR="002F76A8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+</w:t>
      </w:r>
      <w:r w:rsidR="002F76A8" w:rsidRPr="002F76A8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="002F76A8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Xx_Add_</w:t>
      </w:r>
      <w:r w:rsidR="009E4E99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i</w:t>
      </w:r>
      <w:r w:rsidR="002F76A8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n</w:t>
      </w:r>
      <w:r w:rsidR="009E4E99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d</w:t>
      </w:r>
      <w:proofErr w:type="spellEnd"/>
      <w:r w:rsidR="009E4E99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.</w:t>
      </w:r>
    </w:p>
    <w:p w14:paraId="75860ABC" w14:textId="520D3D22" w:rsidR="0068159A" w:rsidRDefault="00E13A56" w:rsidP="006815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5" w:lineRule="atLeast"/>
        <w:ind w:left="916"/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</w:pPr>
      <w:proofErr w:type="spellStart"/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Xx_Adj_calf</w:t>
      </w:r>
      <w:proofErr w:type="spellEnd"/>
      <w:r w:rsidR="00FC0355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: Adjusted number of calves during passing = </w:t>
      </w:r>
      <w:proofErr w:type="gramStart"/>
      <w:r w:rsidR="009E4E99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max(</w:t>
      </w:r>
      <w:proofErr w:type="spellStart"/>
      <w:proofErr w:type="gramEnd"/>
      <w:r w:rsidR="00FC0355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Xx_Circ_avgcalf</w:t>
      </w:r>
      <w:proofErr w:type="spellEnd"/>
      <w:r w:rsidR="00FC0355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*</w:t>
      </w:r>
      <w:proofErr w:type="spellStart"/>
      <w:r w:rsidR="00FC0355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Xx_Adj_n</w:t>
      </w:r>
      <w:proofErr w:type="spellEnd"/>
      <w:r w:rsidR="009E4E99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, </w:t>
      </w:r>
      <w:proofErr w:type="spellStart"/>
      <w:r w:rsidR="009E4E99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Xx_Pass_calf</w:t>
      </w:r>
      <w:proofErr w:type="spellEnd"/>
      <w:r w:rsidR="009E4E99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).  </w:t>
      </w:r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</w:t>
      </w:r>
    </w:p>
    <w:p w14:paraId="3256B46D" w14:textId="4592A64D" w:rsidR="00B01B98" w:rsidRDefault="00950B27" w:rsidP="00E13A56">
      <w:pPr>
        <w:rPr>
          <w:u w:val="single"/>
        </w:rPr>
      </w:pPr>
      <w:r>
        <w:rPr>
          <w:u w:val="single"/>
        </w:rPr>
        <w:t xml:space="preserve">CAPs </w:t>
      </w:r>
      <w:r w:rsidRPr="00950B27">
        <w:rPr>
          <w:u w:val="single"/>
        </w:rPr>
        <w:t>Sighting Table</w:t>
      </w:r>
    </w:p>
    <w:p w14:paraId="24C513AC" w14:textId="77EC35F9" w:rsidR="00950B27" w:rsidRDefault="00950B27" w:rsidP="00950B27">
      <w:pPr>
        <w:pStyle w:val="ListParagraph"/>
        <w:numPr>
          <w:ilvl w:val="0"/>
          <w:numId w:val="3"/>
        </w:numPr>
      </w:pPr>
      <w:r>
        <w:t>Relies on statistics computed for the CAPs Summary Table, defined above</w:t>
      </w:r>
    </w:p>
    <w:p w14:paraId="3BDF800D" w14:textId="53EB9F47" w:rsidR="00950B27" w:rsidRDefault="00950B27" w:rsidP="00950B27">
      <w:pPr>
        <w:pStyle w:val="ListParagraph"/>
        <w:numPr>
          <w:ilvl w:val="0"/>
          <w:numId w:val="3"/>
        </w:numPr>
      </w:pPr>
      <w:r>
        <w:t xml:space="preserve">This table includes a single row for every saved=1 large whale sighting identified to species during CAPs passing.  Every saved=1 </w:t>
      </w:r>
      <w:proofErr w:type="spellStart"/>
      <w:r>
        <w:t>unid</w:t>
      </w:r>
      <w:proofErr w:type="spellEnd"/>
      <w:r>
        <w:t xml:space="preserve"> cetacean sighting during CAPs passing is replicated </w:t>
      </w:r>
      <w:proofErr w:type="spellStart"/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n_WhaleSp</w:t>
      </w:r>
      <w:proofErr w:type="spellEnd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times.</w:t>
      </w:r>
    </w:p>
    <w:p w14:paraId="332C3997" w14:textId="6204EADC" w:rsidR="00950B27" w:rsidRDefault="00950B27" w:rsidP="00950B27">
      <w:pPr>
        <w:pStyle w:val="ListParagraph"/>
        <w:numPr>
          <w:ilvl w:val="0"/>
          <w:numId w:val="3"/>
        </w:numPr>
      </w:pPr>
      <w:r>
        <w:t>Variable definitions:</w:t>
      </w:r>
    </w:p>
    <w:p w14:paraId="71B2D51B" w14:textId="02502BFB" w:rsidR="00950B27" w:rsidRDefault="00950B27" w:rsidP="00950B27">
      <w:pPr>
        <w:pStyle w:val="ListParagraph"/>
        <w:numPr>
          <w:ilvl w:val="1"/>
          <w:numId w:val="3"/>
        </w:numPr>
      </w:pPr>
      <w:r>
        <w:t>Event: Event number of sighting in Flight table</w:t>
      </w:r>
    </w:p>
    <w:p w14:paraId="58B3E16C" w14:textId="675B237F" w:rsidR="00835E7A" w:rsidRDefault="00835E7A" w:rsidP="00835E7A">
      <w:pPr>
        <w:pStyle w:val="ListParagraph"/>
        <w:numPr>
          <w:ilvl w:val="1"/>
          <w:numId w:val="3"/>
        </w:numPr>
      </w:pPr>
      <w:proofErr w:type="spellStart"/>
      <w:r>
        <w:t>StartEvent</w:t>
      </w:r>
      <w:proofErr w:type="spellEnd"/>
      <w:r>
        <w:t>: Event number corresponding to the CAPs session for the sighting</w:t>
      </w:r>
    </w:p>
    <w:p w14:paraId="4F55D23C" w14:textId="77506F8E" w:rsidR="00950B27" w:rsidRDefault="00950B27" w:rsidP="00950B27">
      <w:pPr>
        <w:pStyle w:val="ListParagraph"/>
        <w:numPr>
          <w:ilvl w:val="1"/>
          <w:numId w:val="3"/>
        </w:numPr>
      </w:pPr>
      <w:proofErr w:type="spellStart"/>
      <w:r>
        <w:t>FltNo</w:t>
      </w:r>
      <w:proofErr w:type="spellEnd"/>
      <w:r>
        <w:t>: Flight number</w:t>
      </w:r>
    </w:p>
    <w:p w14:paraId="63D48D00" w14:textId="04464F16" w:rsidR="00950B27" w:rsidRDefault="00835E7A" w:rsidP="00950B27">
      <w:pPr>
        <w:pStyle w:val="ListParagraph"/>
        <w:numPr>
          <w:ilvl w:val="1"/>
          <w:numId w:val="3"/>
        </w:numPr>
      </w:pPr>
      <w:r>
        <w:t>Month: Month</w:t>
      </w:r>
      <w:r w:rsidR="00950B27">
        <w:t xml:space="preserve"> of sighting</w:t>
      </w:r>
    </w:p>
    <w:p w14:paraId="1854B265" w14:textId="234CF9C7" w:rsidR="00835E7A" w:rsidRDefault="00835E7A" w:rsidP="00950B27">
      <w:pPr>
        <w:pStyle w:val="ListParagraph"/>
        <w:numPr>
          <w:ilvl w:val="1"/>
          <w:numId w:val="3"/>
        </w:numPr>
      </w:pPr>
      <w:proofErr w:type="spellStart"/>
      <w:r>
        <w:t>Yr</w:t>
      </w:r>
      <w:proofErr w:type="spellEnd"/>
      <w:r>
        <w:t>: Year of sighting</w:t>
      </w:r>
    </w:p>
    <w:p w14:paraId="5B170C00" w14:textId="241A9588" w:rsidR="00835E7A" w:rsidRDefault="00835E7A" w:rsidP="00950B27">
      <w:pPr>
        <w:pStyle w:val="ListParagraph"/>
        <w:numPr>
          <w:ilvl w:val="1"/>
          <w:numId w:val="3"/>
        </w:numPr>
      </w:pPr>
      <w:r>
        <w:t>Behavior: Behavior of original sighting</w:t>
      </w:r>
    </w:p>
    <w:p w14:paraId="2AE75A26" w14:textId="49454157" w:rsidR="00835E7A" w:rsidRDefault="00835E7A" w:rsidP="00950B27">
      <w:pPr>
        <w:pStyle w:val="ListParagraph"/>
        <w:numPr>
          <w:ilvl w:val="1"/>
          <w:numId w:val="3"/>
        </w:numPr>
      </w:pPr>
      <w:proofErr w:type="spellStart"/>
      <w:r>
        <w:t>IcePctL</w:t>
      </w:r>
      <w:proofErr w:type="spellEnd"/>
      <w:r>
        <w:t xml:space="preserve"> and R: Ice percent on the L </w:t>
      </w:r>
      <w:proofErr w:type="spellStart"/>
      <w:r>
        <w:t>anr</w:t>
      </w:r>
      <w:proofErr w:type="spellEnd"/>
      <w:r>
        <w:t xml:space="preserve"> R sides of plane for original sighting</w:t>
      </w:r>
    </w:p>
    <w:p w14:paraId="00E87463" w14:textId="749FAE6F" w:rsidR="00264C51" w:rsidRDefault="00264C51" w:rsidP="00950B27">
      <w:pPr>
        <w:pStyle w:val="ListParagraph"/>
        <w:numPr>
          <w:ilvl w:val="1"/>
          <w:numId w:val="3"/>
        </w:numPr>
      </w:pPr>
      <w:proofErr w:type="spellStart"/>
      <w:r>
        <w:t>Blk</w:t>
      </w:r>
      <w:proofErr w:type="spellEnd"/>
      <w:r>
        <w:t>: Survey block of original sighting, from Flight table</w:t>
      </w:r>
    </w:p>
    <w:p w14:paraId="25380FCD" w14:textId="2CF3C845" w:rsidR="00264C51" w:rsidRDefault="00264C51" w:rsidP="00950B27">
      <w:pPr>
        <w:pStyle w:val="ListParagraph"/>
        <w:numPr>
          <w:ilvl w:val="1"/>
          <w:numId w:val="3"/>
        </w:numPr>
      </w:pPr>
      <w:r>
        <w:t>Depth: Depth of original sighting, from Flight table</w:t>
      </w:r>
    </w:p>
    <w:p w14:paraId="3F7A2564" w14:textId="6B473508" w:rsidR="00950B27" w:rsidRDefault="00950B27" w:rsidP="00950B27">
      <w:pPr>
        <w:pStyle w:val="ListParagraph"/>
        <w:numPr>
          <w:ilvl w:val="1"/>
          <w:numId w:val="3"/>
        </w:numPr>
      </w:pPr>
      <w:proofErr w:type="spellStart"/>
      <w:r>
        <w:t>XWhale</w:t>
      </w:r>
      <w:proofErr w:type="spellEnd"/>
      <w:r>
        <w:t>: Longitude of sighting, from Flight table</w:t>
      </w:r>
    </w:p>
    <w:p w14:paraId="25CA72C3" w14:textId="7B334C9A" w:rsidR="00950B27" w:rsidRDefault="00950B27" w:rsidP="00950B27">
      <w:pPr>
        <w:pStyle w:val="ListParagraph"/>
        <w:numPr>
          <w:ilvl w:val="1"/>
          <w:numId w:val="3"/>
        </w:numPr>
      </w:pPr>
      <w:proofErr w:type="spellStart"/>
      <w:r>
        <w:t>YWhale</w:t>
      </w:r>
      <w:proofErr w:type="spellEnd"/>
      <w:r>
        <w:t>: Latitude of sighting, from Flight table</w:t>
      </w:r>
    </w:p>
    <w:p w14:paraId="7A0EAF18" w14:textId="1D26F8CC" w:rsidR="00264C51" w:rsidRDefault="00264C51" w:rsidP="00950B27">
      <w:pPr>
        <w:pStyle w:val="ListParagraph"/>
        <w:numPr>
          <w:ilvl w:val="1"/>
          <w:numId w:val="3"/>
        </w:numPr>
      </w:pPr>
      <w:proofErr w:type="spellStart"/>
      <w:r>
        <w:t>OffshDist</w:t>
      </w:r>
      <w:proofErr w:type="spellEnd"/>
      <w:r>
        <w:t>: Offshore distance of original sighting, from Flight table</w:t>
      </w:r>
    </w:p>
    <w:p w14:paraId="0A2FCEFE" w14:textId="53414094" w:rsidR="00950B27" w:rsidRDefault="00950B27" w:rsidP="00950B27">
      <w:pPr>
        <w:pStyle w:val="ListParagraph"/>
        <w:numPr>
          <w:ilvl w:val="1"/>
          <w:numId w:val="3"/>
        </w:numPr>
      </w:pPr>
      <w:r>
        <w:t>Species: Species recorded for sighting in Flight table</w:t>
      </w:r>
    </w:p>
    <w:p w14:paraId="0957461C" w14:textId="18ECFA28" w:rsidR="00950B27" w:rsidRDefault="00950B27" w:rsidP="00950B27">
      <w:pPr>
        <w:pStyle w:val="ListParagraph"/>
        <w:numPr>
          <w:ilvl w:val="1"/>
          <w:numId w:val="3"/>
        </w:numPr>
      </w:pPr>
      <w:proofErr w:type="spellStart"/>
      <w:r>
        <w:t>new.Sp</w:t>
      </w:r>
      <w:proofErr w:type="spellEnd"/>
      <w:r>
        <w:t>: New species identification assigned to this record, based on species identifications during CAPs circling in this CAPs session</w:t>
      </w:r>
    </w:p>
    <w:p w14:paraId="564588CD" w14:textId="4CCACFA1" w:rsidR="00950B27" w:rsidRDefault="00950B27" w:rsidP="00950B27">
      <w:pPr>
        <w:pStyle w:val="ListParagraph"/>
        <w:numPr>
          <w:ilvl w:val="1"/>
          <w:numId w:val="3"/>
        </w:numPr>
      </w:pPr>
      <w:proofErr w:type="spellStart"/>
      <w:r>
        <w:t>FinalGrp</w:t>
      </w:r>
      <w:proofErr w:type="spellEnd"/>
      <w:r>
        <w:t xml:space="preserve">: </w:t>
      </w:r>
      <w:proofErr w:type="spellStart"/>
      <w:r>
        <w:t>FinalGrp</w:t>
      </w:r>
      <w:proofErr w:type="spellEnd"/>
      <w:r>
        <w:t xml:space="preserve"> of sighting, from Flight table</w:t>
      </w:r>
    </w:p>
    <w:p w14:paraId="1B8C1FCE" w14:textId="23F00446" w:rsidR="00950B27" w:rsidRPr="00950B27" w:rsidRDefault="00950B27" w:rsidP="00950B27">
      <w:pPr>
        <w:pStyle w:val="ListParagraph"/>
        <w:numPr>
          <w:ilvl w:val="1"/>
          <w:numId w:val="3"/>
        </w:numPr>
      </w:pPr>
      <w:proofErr w:type="spellStart"/>
      <w:proofErr w:type="gramStart"/>
      <w:r>
        <w:lastRenderedPageBreak/>
        <w:t>capsN</w:t>
      </w:r>
      <w:proofErr w:type="spellEnd"/>
      <w:proofErr w:type="gramEnd"/>
      <w:r>
        <w:t>: Number of sightings this record represents</w:t>
      </w:r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, after </w:t>
      </w:r>
      <w:proofErr w:type="spellStart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accouting</w:t>
      </w:r>
      <w:proofErr w:type="spellEnd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for CAPs statistics</w:t>
      </w:r>
      <w:r>
        <w:t xml:space="preserve">.  </w:t>
      </w:r>
      <w:proofErr w:type="spellStart"/>
      <w:proofErr w:type="gramStart"/>
      <w:r>
        <w:t>capsN</w:t>
      </w:r>
      <w:proofErr w:type="spellEnd"/>
      <w:proofErr w:type="gramEnd"/>
      <w:r>
        <w:t xml:space="preserve"> for </w:t>
      </w:r>
      <w:proofErr w:type="spellStart"/>
      <w:r>
        <w:t>unid</w:t>
      </w:r>
      <w:proofErr w:type="spellEnd"/>
      <w:r>
        <w:t xml:space="preserve"> cetacean sightings equals </w:t>
      </w:r>
      <w:proofErr w:type="spellStart"/>
      <w:r w:rsidRPr="00E13A56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Xx_Circ_</w:t>
      </w:r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Prop</w:t>
      </w:r>
      <w:proofErr w:type="spellEnd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for the corresponding </w:t>
      </w:r>
      <w:proofErr w:type="spellStart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new.Sp</w:t>
      </w:r>
      <w:proofErr w:type="spellEnd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.  </w:t>
      </w:r>
      <w:proofErr w:type="spellStart"/>
      <w:proofErr w:type="gramStart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capsN</w:t>
      </w:r>
      <w:proofErr w:type="spellEnd"/>
      <w:proofErr w:type="gramEnd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for sightings originally identified to species will always be 1.</w:t>
      </w:r>
    </w:p>
    <w:p w14:paraId="637EFD12" w14:textId="3E77AF95" w:rsidR="00950B27" w:rsidRPr="00F771B1" w:rsidRDefault="00950B27" w:rsidP="00F771B1">
      <w:pPr>
        <w:pStyle w:val="ListParagraph"/>
        <w:numPr>
          <w:ilvl w:val="1"/>
          <w:numId w:val="3"/>
        </w:numPr>
      </w:pPr>
      <w:proofErr w:type="spellStart"/>
      <w:proofErr w:type="gramStart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capsInd</w:t>
      </w:r>
      <w:proofErr w:type="spellEnd"/>
      <w:proofErr w:type="gramEnd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: Number of individuals this record represents, after </w:t>
      </w:r>
      <w:proofErr w:type="spellStart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accouting</w:t>
      </w:r>
      <w:proofErr w:type="spellEnd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for CAPs statistics.</w:t>
      </w:r>
      <w:r w:rsidR="00F771B1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 </w:t>
      </w:r>
      <w:proofErr w:type="spellStart"/>
      <w:proofErr w:type="gramStart"/>
      <w:r w:rsidR="00F771B1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capsInd</w:t>
      </w:r>
      <w:proofErr w:type="spellEnd"/>
      <w:proofErr w:type="gramEnd"/>
      <w:r w:rsidR="00F771B1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for </w:t>
      </w:r>
      <w:proofErr w:type="spellStart"/>
      <w:r w:rsidR="00F771B1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unid</w:t>
      </w:r>
      <w:proofErr w:type="spellEnd"/>
      <w:r w:rsidR="00F771B1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cetaceans equals </w:t>
      </w:r>
      <w:proofErr w:type="spellStart"/>
      <w:r w:rsidR="00F771B1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Xx_Add_ind</w:t>
      </w:r>
      <w:proofErr w:type="spellEnd"/>
      <w:r w:rsidR="00F771B1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/</w:t>
      </w:r>
      <w:proofErr w:type="spellStart"/>
      <w:r w:rsidR="00F771B1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Pass_n_</w:t>
      </w:r>
      <w:r w:rsidR="00F771B1" w:rsidRPr="00F771B1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unid</w:t>
      </w:r>
      <w:proofErr w:type="spellEnd"/>
      <w:r w:rsidR="00F771B1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.  </w:t>
      </w:r>
      <w:proofErr w:type="spellStart"/>
      <w:proofErr w:type="gramStart"/>
      <w:r w:rsidR="00F771B1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capsInd</w:t>
      </w:r>
      <w:proofErr w:type="spellEnd"/>
      <w:proofErr w:type="gramEnd"/>
      <w:r w:rsidR="00F771B1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for sightings originally identified to species equals max(</w:t>
      </w:r>
      <w:proofErr w:type="spellStart"/>
      <w:r w:rsidR="00F771B1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Xx_Pass_avggrp</w:t>
      </w:r>
      <w:proofErr w:type="spellEnd"/>
      <w:r w:rsidR="00F771B1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, </w:t>
      </w:r>
      <w:proofErr w:type="spellStart"/>
      <w:r w:rsidR="00F771B1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</w:t>
      </w:r>
      <w:r w:rsidR="00F771B1" w:rsidRPr="00F771B1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Circ_avggrp</w:t>
      </w:r>
      <w:proofErr w:type="spellEnd"/>
      <w:r w:rsidR="00F771B1" w:rsidRPr="00F771B1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)</w:t>
      </w:r>
      <w:r w:rsidR="00F771B1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.</w:t>
      </w:r>
    </w:p>
    <w:p w14:paraId="1097ACF7" w14:textId="407842EE" w:rsidR="00F771B1" w:rsidRPr="006B515E" w:rsidRDefault="00F771B1" w:rsidP="00F771B1">
      <w:pPr>
        <w:pStyle w:val="ListParagraph"/>
        <w:numPr>
          <w:ilvl w:val="1"/>
          <w:numId w:val="3"/>
        </w:numPr>
      </w:pPr>
      <w:proofErr w:type="spellStart"/>
      <w:proofErr w:type="gramStart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capsCalf</w:t>
      </w:r>
      <w:proofErr w:type="spellEnd"/>
      <w:proofErr w:type="gramEnd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: Number of calves this record represents, after accounting for CAPs statistics.  </w:t>
      </w:r>
      <w:proofErr w:type="spellStart"/>
      <w:proofErr w:type="gramStart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capsCalf</w:t>
      </w:r>
      <w:proofErr w:type="spellEnd"/>
      <w:proofErr w:type="gramEnd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for </w:t>
      </w:r>
      <w:proofErr w:type="spellStart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unid</w:t>
      </w:r>
      <w:proofErr w:type="spellEnd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cetaceans and sightings originally identified to species equals </w:t>
      </w:r>
      <w:proofErr w:type="spellStart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Xx_Adj_calf</w:t>
      </w:r>
      <w:proofErr w:type="spellEnd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/(</w:t>
      </w:r>
      <w:proofErr w:type="spellStart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Pass_n_unid+XX_Pass_n</w:t>
      </w:r>
      <w:proofErr w:type="spellEnd"/>
      <w:r w:rsidRPr="00F771B1"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)</w:t>
      </w:r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.  </w:t>
      </w:r>
    </w:p>
    <w:p w14:paraId="7441FDBD" w14:textId="77777777" w:rsidR="006B515E" w:rsidRDefault="006B515E" w:rsidP="006B515E">
      <w:pPr>
        <w:pStyle w:val="ListParagraph"/>
        <w:numPr>
          <w:ilvl w:val="1"/>
          <w:numId w:val="3"/>
        </w:numPr>
      </w:pPr>
      <w:proofErr w:type="spellStart"/>
      <w:r>
        <w:t>capsPropFeedMill</w:t>
      </w:r>
      <w:proofErr w:type="spellEnd"/>
      <w:r>
        <w:t>: Proportional feeding/milling behavior, defined as follows:</w:t>
      </w:r>
    </w:p>
    <w:p w14:paraId="64E92D2D" w14:textId="77777777" w:rsidR="006B515E" w:rsidRDefault="006B515E" w:rsidP="006B515E">
      <w:pPr>
        <w:ind w:left="1440"/>
      </w:pPr>
      <w:proofErr w:type="spellStart"/>
      <w:r>
        <w:t>i</w:t>
      </w:r>
      <w:proofErr w:type="spellEnd"/>
      <w:r>
        <w:t xml:space="preserve">. For CAPs passing sightings with behaviors recorded in the original survey data, </w:t>
      </w:r>
      <w:proofErr w:type="spellStart"/>
      <w:r>
        <w:t>capsPropFeedMill</w:t>
      </w:r>
      <w:proofErr w:type="spellEnd"/>
      <w:r>
        <w:t xml:space="preserve"> = 1 if Behavior = feed or mill, and </w:t>
      </w:r>
      <w:proofErr w:type="spellStart"/>
      <w:r>
        <w:t>capsPropFeedMill</w:t>
      </w:r>
      <w:proofErr w:type="spellEnd"/>
      <w:r>
        <w:t xml:space="preserve"> = 0 for all other behaviors.</w:t>
      </w:r>
    </w:p>
    <w:p w14:paraId="60AC7468" w14:textId="2FDDE112" w:rsidR="006B515E" w:rsidRPr="00F771B1" w:rsidRDefault="006B515E" w:rsidP="006B515E">
      <w:pPr>
        <w:ind w:left="1440"/>
      </w:pPr>
      <w:r>
        <w:t xml:space="preserve">ii. For CAPs passing sightings lacking behavior in the original survey data, </w:t>
      </w:r>
      <w:bookmarkStart w:id="0" w:name="_GoBack"/>
      <w:bookmarkEnd w:id="0"/>
      <w:proofErr w:type="spellStart"/>
      <w:r>
        <w:t>capsPropFeedMill</w:t>
      </w:r>
      <w:proofErr w:type="spellEnd"/>
      <w:r>
        <w:t xml:space="preserve"> = </w:t>
      </w:r>
      <w:proofErr w:type="spellStart"/>
      <w:r>
        <w:t>Xx_Circ_Prop_FeedMill</w:t>
      </w:r>
      <w:proofErr w:type="spellEnd"/>
      <w:r>
        <w:t xml:space="preserve"> from the CAPs session.</w:t>
      </w:r>
    </w:p>
    <w:p w14:paraId="4E70F820" w14:textId="0F02A511" w:rsidR="00F771B1" w:rsidRPr="00F771B1" w:rsidRDefault="00F771B1" w:rsidP="00F771B1">
      <w:pPr>
        <w:pStyle w:val="ListParagraph"/>
        <w:numPr>
          <w:ilvl w:val="0"/>
          <w:numId w:val="3"/>
        </w:numPr>
      </w:pPr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For a given CAPs session, the following should always be true:</w:t>
      </w:r>
    </w:p>
    <w:p w14:paraId="73832C01" w14:textId="600F2ADC" w:rsidR="00F771B1" w:rsidRPr="00F771B1" w:rsidRDefault="00F771B1" w:rsidP="00F771B1">
      <w:pPr>
        <w:pStyle w:val="ListParagraph"/>
        <w:numPr>
          <w:ilvl w:val="1"/>
          <w:numId w:val="3"/>
        </w:numPr>
      </w:pPr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The sum of all </w:t>
      </w:r>
      <w:proofErr w:type="spellStart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capsN</w:t>
      </w:r>
      <w:proofErr w:type="spellEnd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values for species Xx should equal </w:t>
      </w:r>
      <w:proofErr w:type="spellStart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Xx_Adj_n</w:t>
      </w:r>
      <w:proofErr w:type="spellEnd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in the CAPs Summary Table</w:t>
      </w:r>
    </w:p>
    <w:p w14:paraId="7242D7D2" w14:textId="07805094" w:rsidR="00F771B1" w:rsidRPr="00F771B1" w:rsidRDefault="00F771B1" w:rsidP="00F771B1">
      <w:pPr>
        <w:pStyle w:val="ListParagraph"/>
        <w:numPr>
          <w:ilvl w:val="1"/>
          <w:numId w:val="3"/>
        </w:numPr>
      </w:pPr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The sum of all </w:t>
      </w:r>
      <w:proofErr w:type="spellStart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capsInd</w:t>
      </w:r>
      <w:proofErr w:type="spellEnd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values for species Xx should equal </w:t>
      </w:r>
      <w:proofErr w:type="spellStart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Xx_Adj_ind</w:t>
      </w:r>
      <w:proofErr w:type="spellEnd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in the CAPs Summary Table</w:t>
      </w:r>
    </w:p>
    <w:p w14:paraId="04AD48FD" w14:textId="7A038F3D" w:rsidR="00F771B1" w:rsidRPr="00F771B1" w:rsidRDefault="00F771B1" w:rsidP="00F771B1">
      <w:pPr>
        <w:pStyle w:val="ListParagraph"/>
        <w:numPr>
          <w:ilvl w:val="1"/>
          <w:numId w:val="3"/>
        </w:numPr>
      </w:pPr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The sum of all </w:t>
      </w:r>
      <w:proofErr w:type="spellStart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capsCalf</w:t>
      </w:r>
      <w:proofErr w:type="spellEnd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values for species Xx should equal </w:t>
      </w:r>
      <w:proofErr w:type="spellStart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>Xx_Adj_calf</w:t>
      </w:r>
      <w:proofErr w:type="spellEnd"/>
      <w:r>
        <w:rPr>
          <w:rFonts w:eastAsia="Times New Roman" w:cs="Courier New"/>
          <w:color w:val="000000"/>
          <w:sz w:val="20"/>
          <w:szCs w:val="20"/>
          <w:bdr w:val="none" w:sz="0" w:space="0" w:color="auto" w:frame="1"/>
        </w:rPr>
        <w:t xml:space="preserve"> in the CAPs Summary Table</w:t>
      </w:r>
    </w:p>
    <w:p w14:paraId="0B55AFEF" w14:textId="77777777" w:rsidR="00F771B1" w:rsidRPr="00950B27" w:rsidRDefault="00F771B1" w:rsidP="00F771B1">
      <w:pPr>
        <w:ind w:left="1080"/>
      </w:pPr>
    </w:p>
    <w:p w14:paraId="3A3A9FA6" w14:textId="77777777" w:rsidR="00950B27" w:rsidRPr="00950B27" w:rsidRDefault="00950B27" w:rsidP="00E13A56">
      <w:pPr>
        <w:rPr>
          <w:u w:val="single"/>
        </w:rPr>
      </w:pPr>
    </w:p>
    <w:sectPr w:rsidR="00950B27" w:rsidRPr="00950B27" w:rsidSect="005B2A81">
      <w:type w:val="nextColumn"/>
      <w:pgSz w:w="12240" w:h="15840" w:code="1"/>
      <w:pgMar w:top="1440" w:right="1440" w:bottom="1440" w:left="1440" w:header="720" w:footer="720" w:gutter="0"/>
      <w:paperSrc w:first="7" w:other="7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D3563"/>
    <w:multiLevelType w:val="hybridMultilevel"/>
    <w:tmpl w:val="612C4D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43264"/>
    <w:multiLevelType w:val="hybridMultilevel"/>
    <w:tmpl w:val="FB4E7E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D96E25"/>
    <w:multiLevelType w:val="hybridMultilevel"/>
    <w:tmpl w:val="2D7EA7D8"/>
    <w:lvl w:ilvl="0" w:tplc="B2FE40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hideSpellingErrors/>
  <w:hideGrammaticalErrors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A56"/>
    <w:rsid w:val="000447D4"/>
    <w:rsid w:val="0008482A"/>
    <w:rsid w:val="00231DDD"/>
    <w:rsid w:val="00255334"/>
    <w:rsid w:val="00264C51"/>
    <w:rsid w:val="00276425"/>
    <w:rsid w:val="002F76A8"/>
    <w:rsid w:val="00356137"/>
    <w:rsid w:val="005B2A81"/>
    <w:rsid w:val="0068159A"/>
    <w:rsid w:val="006B515E"/>
    <w:rsid w:val="00835E7A"/>
    <w:rsid w:val="00890F03"/>
    <w:rsid w:val="00950B27"/>
    <w:rsid w:val="009E4E99"/>
    <w:rsid w:val="009F0374"/>
    <w:rsid w:val="00A61117"/>
    <w:rsid w:val="00B01B98"/>
    <w:rsid w:val="00E13A56"/>
    <w:rsid w:val="00F771B1"/>
    <w:rsid w:val="00FC0355"/>
    <w:rsid w:val="00FC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C63FE6"/>
  <w15:chartTrackingRefBased/>
  <w15:docId w15:val="{C377EEBE-05AB-4FCA-927A-FBE4F9415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aramond" w:eastAsiaTheme="minorHAnsi" w:hAnsi="Garamond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13A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13A56"/>
    <w:rPr>
      <w:rFonts w:ascii="Courier New" w:eastAsia="Times New Roman" w:hAnsi="Courier New" w:cs="Courier New"/>
      <w:sz w:val="20"/>
      <w:szCs w:val="20"/>
    </w:rPr>
  </w:style>
  <w:style w:type="character" w:customStyle="1" w:styleId="gnkrckgcgsb">
    <w:name w:val="gnkrckgcgsb"/>
    <w:basedOn w:val="DefaultParagraphFont"/>
    <w:rsid w:val="00E13A56"/>
  </w:style>
  <w:style w:type="paragraph" w:styleId="ListParagraph">
    <w:name w:val="List Paragraph"/>
    <w:basedOn w:val="Normal"/>
    <w:uiPriority w:val="34"/>
    <w:qFormat/>
    <w:rsid w:val="00E13A5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848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48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48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48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482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48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8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0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75EA7C13.dotm</Template>
  <TotalTime>99</TotalTime>
  <Pages>3</Pages>
  <Words>995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Megan.Ferguson</dc:creator>
  <cp:keywords/>
  <dc:description/>
  <cp:lastModifiedBy>Megan.Ferguson</cp:lastModifiedBy>
  <cp:revision>15</cp:revision>
  <dcterms:created xsi:type="dcterms:W3CDTF">2018-11-19T17:08:00Z</dcterms:created>
  <dcterms:modified xsi:type="dcterms:W3CDTF">2018-11-30T15:45:00Z</dcterms:modified>
</cp:coreProperties>
</file>